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782" w:rsidRPr="00E53782" w:rsidRDefault="00E53782" w:rsidP="00E53782">
      <w:pPr>
        <w:autoSpaceDE w:val="0"/>
        <w:autoSpaceDN w:val="0"/>
        <w:adjustRightInd w:val="0"/>
        <w:spacing w:before="24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Pan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Jacek PAZIEWSKI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Sekretarz Komitetu Rady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Ministrów do spraw Cyfryzacji</w:t>
      </w:r>
    </w:p>
    <w:p w:rsidR="0004224E" w:rsidRPr="00774454" w:rsidRDefault="0004224E" w:rsidP="0004224E">
      <w:pPr>
        <w:spacing w:before="360"/>
        <w:rPr>
          <w:rFonts w:ascii="Calibri" w:hAnsi="Calibri"/>
          <w:i/>
        </w:rPr>
      </w:pPr>
      <w:r w:rsidRPr="00774454">
        <w:rPr>
          <w:rFonts w:ascii="Calibri" w:hAnsi="Calibri"/>
          <w:i/>
        </w:rPr>
        <w:t>Szanowny Panie Sekretarzu,</w:t>
      </w:r>
    </w:p>
    <w:p w:rsidR="0004224E" w:rsidRDefault="0004224E" w:rsidP="00F04927">
      <w:pPr>
        <w:spacing w:before="240" w:after="240" w:line="264" w:lineRule="auto"/>
        <w:rPr>
          <w:rFonts w:ascii="Calibri" w:hAnsi="Calibri"/>
        </w:rPr>
      </w:pPr>
      <w:r w:rsidRPr="00774454">
        <w:rPr>
          <w:rFonts w:ascii="Calibri" w:hAnsi="Calibri"/>
        </w:rPr>
        <w:t xml:space="preserve">uprzejmie informuję, iż </w:t>
      </w:r>
      <w:r w:rsidR="00301616">
        <w:rPr>
          <w:rFonts w:ascii="Calibri" w:hAnsi="Calibri"/>
        </w:rPr>
        <w:t>a</w:t>
      </w:r>
      <w:r w:rsidR="00EE1E5A">
        <w:rPr>
          <w:rFonts w:ascii="Calibri" w:hAnsi="Calibri"/>
        </w:rPr>
        <w:t>kceptuję wyjaśnienia do raportu</w:t>
      </w:r>
      <w:r w:rsidRPr="00774454">
        <w:rPr>
          <w:rFonts w:ascii="Calibri" w:hAnsi="Calibri"/>
        </w:rPr>
        <w:t xml:space="preserve"> za I</w:t>
      </w:r>
      <w:bookmarkStart w:id="0" w:name="_GoBack"/>
      <w:bookmarkEnd w:id="0"/>
      <w:r w:rsidR="00401029">
        <w:rPr>
          <w:rFonts w:ascii="Calibri" w:hAnsi="Calibri"/>
        </w:rPr>
        <w:t>V</w:t>
      </w:r>
      <w:r w:rsidRPr="00774454">
        <w:rPr>
          <w:rFonts w:ascii="Calibri" w:hAnsi="Calibri"/>
        </w:rPr>
        <w:t xml:space="preserve"> kwartał 2020 r. z postępu rzeczowo-finansowego </w:t>
      </w:r>
      <w:r w:rsidR="00EE1E5A">
        <w:rPr>
          <w:rFonts w:ascii="Calibri" w:hAnsi="Calibri"/>
        </w:rPr>
        <w:t xml:space="preserve">projektu informatycznego pn. </w:t>
      </w:r>
      <w:r w:rsidRPr="00774454">
        <w:rPr>
          <w:rFonts w:ascii="Calibri" w:hAnsi="Calibri"/>
        </w:rPr>
        <w:t xml:space="preserve"> </w:t>
      </w:r>
      <w:r w:rsidR="00401029" w:rsidRPr="005D161D">
        <w:rPr>
          <w:rFonts w:ascii="Calibri" w:eastAsia="Calibri" w:hAnsi="Calibri"/>
          <w:b/>
          <w:szCs w:val="22"/>
          <w:lang w:eastAsia="en-US"/>
        </w:rPr>
        <w:t>Budowa ogólnopolskiej wysokiej jakości i dostępności e-usług</w:t>
      </w:r>
      <w:r w:rsidR="00401029">
        <w:rPr>
          <w:rFonts w:ascii="Calibri" w:eastAsia="Calibri" w:hAnsi="Calibri"/>
          <w:b/>
          <w:szCs w:val="22"/>
          <w:lang w:eastAsia="en-US"/>
        </w:rPr>
        <w:t xml:space="preserve"> </w:t>
      </w:r>
      <w:r w:rsidR="00401029" w:rsidRPr="005D161D">
        <w:rPr>
          <w:rFonts w:ascii="Calibri" w:eastAsia="Calibri" w:hAnsi="Calibri"/>
          <w:b/>
          <w:szCs w:val="22"/>
          <w:lang w:eastAsia="en-US"/>
        </w:rPr>
        <w:t xml:space="preserve">publicznych w podmiotach leczniczych utworzonych i nadzorowanych przez MON </w:t>
      </w:r>
      <w:r w:rsidR="00401029" w:rsidRPr="005D161D">
        <w:rPr>
          <w:rFonts w:ascii="Calibri" w:eastAsia="Calibri" w:hAnsi="Calibri"/>
          <w:szCs w:val="22"/>
          <w:lang w:eastAsia="en-US"/>
        </w:rPr>
        <w:t xml:space="preserve">- wnioskodawca </w:t>
      </w:r>
      <w:r w:rsidR="00401029">
        <w:rPr>
          <w:rFonts w:ascii="Calibri" w:eastAsia="Calibri" w:hAnsi="Calibri"/>
          <w:szCs w:val="22"/>
          <w:lang w:eastAsia="en-US"/>
        </w:rPr>
        <w:t>Minister Obrony Narodowej</w:t>
      </w:r>
      <w:r w:rsidR="00401029" w:rsidRPr="005D161D">
        <w:rPr>
          <w:rFonts w:ascii="Calibri" w:eastAsia="Calibri" w:hAnsi="Calibri"/>
          <w:szCs w:val="22"/>
          <w:lang w:eastAsia="en-US"/>
        </w:rPr>
        <w:t xml:space="preserve">, beneficjent </w:t>
      </w:r>
      <w:r w:rsidR="00401029">
        <w:rPr>
          <w:rFonts w:ascii="Calibri" w:eastAsia="Calibri" w:hAnsi="Calibri"/>
          <w:szCs w:val="22"/>
          <w:lang w:eastAsia="en-US"/>
        </w:rPr>
        <w:t>Ministerstwo Obrony Narodowej</w:t>
      </w:r>
      <w:r w:rsidR="00F04927" w:rsidRPr="00F04927">
        <w:rPr>
          <w:rFonts w:ascii="Calibri" w:eastAsia="Calibri" w:hAnsi="Calibri"/>
          <w:b/>
          <w:szCs w:val="22"/>
          <w:lang w:eastAsia="en-US"/>
        </w:rPr>
        <w:t xml:space="preserve"> </w:t>
      </w:r>
      <w:r w:rsidR="00EE1E5A">
        <w:rPr>
          <w:rFonts w:ascii="Calibri" w:hAnsi="Calibri"/>
        </w:rPr>
        <w:t xml:space="preserve">i uznaję przedmiotowy </w:t>
      </w:r>
      <w:r w:rsidRPr="00774454">
        <w:rPr>
          <w:rFonts w:ascii="Calibri" w:hAnsi="Calibri"/>
        </w:rPr>
        <w:t>raport</w:t>
      </w:r>
      <w:r w:rsidR="00301616">
        <w:rPr>
          <w:rFonts w:ascii="Calibri" w:hAnsi="Calibri"/>
        </w:rPr>
        <w:t xml:space="preserve"> za uzgo</w:t>
      </w:r>
      <w:r w:rsidR="00EE1E5A">
        <w:rPr>
          <w:rFonts w:ascii="Calibri" w:hAnsi="Calibri"/>
        </w:rPr>
        <w:t>dniony</w:t>
      </w:r>
      <w:r w:rsidRPr="00774454">
        <w:rPr>
          <w:rFonts w:ascii="Calibri" w:hAnsi="Calibri"/>
        </w:rPr>
        <w:t xml:space="preserve">. </w:t>
      </w:r>
    </w:p>
    <w:p w:rsidR="00401029" w:rsidRPr="00F04927" w:rsidRDefault="00401029" w:rsidP="00F04927">
      <w:pPr>
        <w:spacing w:before="240" w:after="240" w:line="264" w:lineRule="auto"/>
        <w:rPr>
          <w:rFonts w:ascii="Calibri" w:eastAsia="Calibri" w:hAnsi="Calibri"/>
          <w:b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76D" w:rsidRDefault="00A6176D">
      <w:r>
        <w:separator/>
      </w:r>
    </w:p>
  </w:endnote>
  <w:endnote w:type="continuationSeparator" w:id="0">
    <w:p w:rsidR="00A6176D" w:rsidRDefault="00A61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76D" w:rsidRDefault="00A6176D">
      <w:r>
        <w:separator/>
      </w:r>
    </w:p>
  </w:footnote>
  <w:footnote w:type="continuationSeparator" w:id="0">
    <w:p w:rsidR="00A6176D" w:rsidRDefault="00A617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301616" w:rsidRDefault="00D21D14" w:rsidP="00301616">
                          <w:pPr>
                            <w:ind w:firstLine="708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D21D14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DAIP.WOKRM.0102.39.1.2021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301616" w:rsidRDefault="00D21D14" w:rsidP="00301616">
                    <w:pPr>
                      <w:ind w:firstLine="708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D21D14">
                      <w:rPr>
                        <w:rFonts w:ascii="Calibri" w:hAnsi="Calibri" w:cs="Calibri"/>
                        <w:sz w:val="20"/>
                        <w:szCs w:val="20"/>
                      </w:rPr>
                      <w:t>DAIP.WOKRM.0102.39.1.2021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>
      <w:t xml:space="preserve">Warszawa, dnia </w:t>
    </w:r>
    <w:bookmarkStart w:id="1" w:name="ezdDataPodpisu"/>
    <w:bookmarkEnd w:id="1"/>
    <w:r w:rsidR="00D21D14">
      <w:t>8 lutego</w:t>
    </w:r>
    <w:r w:rsidR="00214D8D">
      <w:t xml:space="preserve"> 2021</w:t>
    </w:r>
    <w:r w:rsidR="007018D3"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53E038B0"/>
    <w:lvl w:ilvl="0" w:tplc="35EE6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30A9B"/>
    <w:rsid w:val="0004224E"/>
    <w:rsid w:val="000A71A0"/>
    <w:rsid w:val="000D026F"/>
    <w:rsid w:val="001135DE"/>
    <w:rsid w:val="0012268A"/>
    <w:rsid w:val="00214D8D"/>
    <w:rsid w:val="002A0DA3"/>
    <w:rsid w:val="002C0265"/>
    <w:rsid w:val="002D6DAA"/>
    <w:rsid w:val="00301616"/>
    <w:rsid w:val="0033475C"/>
    <w:rsid w:val="00401029"/>
    <w:rsid w:val="00404F0E"/>
    <w:rsid w:val="00417572"/>
    <w:rsid w:val="00420DDB"/>
    <w:rsid w:val="00433553"/>
    <w:rsid w:val="00446181"/>
    <w:rsid w:val="0046116B"/>
    <w:rsid w:val="004633D0"/>
    <w:rsid w:val="00494D0A"/>
    <w:rsid w:val="00495DA1"/>
    <w:rsid w:val="004F20D4"/>
    <w:rsid w:val="00554DA7"/>
    <w:rsid w:val="0058723A"/>
    <w:rsid w:val="005C7EB9"/>
    <w:rsid w:val="005E753F"/>
    <w:rsid w:val="0060027F"/>
    <w:rsid w:val="006A5C4D"/>
    <w:rsid w:val="006B6F70"/>
    <w:rsid w:val="007018D3"/>
    <w:rsid w:val="00741481"/>
    <w:rsid w:val="007A354D"/>
    <w:rsid w:val="007B7069"/>
    <w:rsid w:val="00806126"/>
    <w:rsid w:val="008B1D7E"/>
    <w:rsid w:val="00935D23"/>
    <w:rsid w:val="009C2C00"/>
    <w:rsid w:val="009D4211"/>
    <w:rsid w:val="00A363B8"/>
    <w:rsid w:val="00A436D1"/>
    <w:rsid w:val="00A471BD"/>
    <w:rsid w:val="00A6176D"/>
    <w:rsid w:val="00AB6FA7"/>
    <w:rsid w:val="00AE7731"/>
    <w:rsid w:val="00B30905"/>
    <w:rsid w:val="00BB1FAD"/>
    <w:rsid w:val="00BB2815"/>
    <w:rsid w:val="00BE094A"/>
    <w:rsid w:val="00C057AF"/>
    <w:rsid w:val="00C33102"/>
    <w:rsid w:val="00C53E61"/>
    <w:rsid w:val="00CA00FE"/>
    <w:rsid w:val="00CF13E8"/>
    <w:rsid w:val="00D05B72"/>
    <w:rsid w:val="00D21D14"/>
    <w:rsid w:val="00DA0A66"/>
    <w:rsid w:val="00E53782"/>
    <w:rsid w:val="00E86BDA"/>
    <w:rsid w:val="00EA13E5"/>
    <w:rsid w:val="00EA7F17"/>
    <w:rsid w:val="00EE1E5A"/>
    <w:rsid w:val="00F04927"/>
    <w:rsid w:val="00F10BA4"/>
    <w:rsid w:val="00F465C6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378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0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0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8</TotalTime>
  <Pages>1</Pages>
  <Words>79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Marczak-Redecka Joanna</cp:lastModifiedBy>
  <cp:revision>3</cp:revision>
  <dcterms:created xsi:type="dcterms:W3CDTF">2021-02-08T13:27:00Z</dcterms:created>
  <dcterms:modified xsi:type="dcterms:W3CDTF">2021-02-08T13:35:00Z</dcterms:modified>
</cp:coreProperties>
</file>